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F19FA" w14:textId="77777777" w:rsidR="006E5D65" w:rsidRPr="00681A6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81A62">
        <w:rPr>
          <w:rFonts w:ascii="Corbel" w:hAnsi="Corbel"/>
          <w:bCs/>
          <w:i/>
        </w:rPr>
        <w:t xml:space="preserve">Załącznik nr </w:t>
      </w:r>
      <w:r w:rsidR="006F31E2" w:rsidRPr="00681A62">
        <w:rPr>
          <w:rFonts w:ascii="Corbel" w:hAnsi="Corbel"/>
          <w:bCs/>
          <w:i/>
        </w:rPr>
        <w:t>1.5</w:t>
      </w:r>
      <w:r w:rsidR="00D8678B" w:rsidRPr="00681A62">
        <w:rPr>
          <w:rFonts w:ascii="Corbel" w:hAnsi="Corbel"/>
          <w:bCs/>
          <w:i/>
        </w:rPr>
        <w:t xml:space="preserve"> do Zarządzenia</w:t>
      </w:r>
      <w:r w:rsidR="002A22BF" w:rsidRPr="00681A62">
        <w:rPr>
          <w:rFonts w:ascii="Corbel" w:hAnsi="Corbel"/>
          <w:bCs/>
          <w:i/>
        </w:rPr>
        <w:t xml:space="preserve"> Rektora UR </w:t>
      </w:r>
      <w:r w:rsidRPr="00681A62">
        <w:rPr>
          <w:rFonts w:ascii="Corbel" w:hAnsi="Corbel"/>
          <w:bCs/>
          <w:i/>
        </w:rPr>
        <w:t xml:space="preserve"> nr </w:t>
      </w:r>
      <w:r w:rsidR="00F17567" w:rsidRPr="00681A62">
        <w:rPr>
          <w:rFonts w:ascii="Corbel" w:hAnsi="Corbel"/>
          <w:bCs/>
          <w:i/>
        </w:rPr>
        <w:t>12/2019</w:t>
      </w:r>
    </w:p>
    <w:p w14:paraId="0A245F72" w14:textId="77777777" w:rsidR="002B5EDF" w:rsidRPr="00681A62" w:rsidRDefault="002B5EDF" w:rsidP="002B5E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81A62">
        <w:rPr>
          <w:rFonts w:ascii="Corbel" w:hAnsi="Corbel"/>
          <w:b/>
          <w:smallCaps/>
          <w:sz w:val="24"/>
          <w:szCs w:val="24"/>
        </w:rPr>
        <w:t>SYLABUS</w:t>
      </w:r>
    </w:p>
    <w:p w14:paraId="306E40CD" w14:textId="77777777" w:rsidR="002B5EDF" w:rsidRPr="00681A62" w:rsidRDefault="002B5EDF" w:rsidP="002B5ED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81A6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81A62">
        <w:rPr>
          <w:rFonts w:ascii="Corbel" w:hAnsi="Corbel"/>
          <w:smallCaps/>
          <w:sz w:val="24"/>
          <w:szCs w:val="24"/>
        </w:rPr>
        <w:t>2020-2022</w:t>
      </w:r>
    </w:p>
    <w:p w14:paraId="10B8CEA5" w14:textId="77777777" w:rsidR="002B5EDF" w:rsidRPr="00681A62" w:rsidRDefault="002B5EDF" w:rsidP="002B5ED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81A62">
        <w:rPr>
          <w:rFonts w:ascii="Corbel" w:hAnsi="Corbel"/>
          <w:sz w:val="20"/>
          <w:szCs w:val="20"/>
        </w:rPr>
        <w:t>Rok akademicki: 2021/2022</w:t>
      </w:r>
    </w:p>
    <w:p w14:paraId="1CDC3F13" w14:textId="77777777" w:rsidR="0085747A" w:rsidRPr="00681A6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C790B" w14:textId="6AB9D4B3" w:rsidR="0085747A" w:rsidRPr="00681A62" w:rsidRDefault="0085747A" w:rsidP="00CC705C">
      <w:pPr>
        <w:pStyle w:val="Punktygwne"/>
        <w:numPr>
          <w:ilvl w:val="0"/>
          <w:numId w:val="8"/>
        </w:numPr>
        <w:spacing w:before="0" w:after="0"/>
        <w:ind w:left="284"/>
        <w:rPr>
          <w:rFonts w:ascii="Corbel" w:hAnsi="Corbel"/>
          <w:szCs w:val="24"/>
        </w:rPr>
      </w:pPr>
      <w:r w:rsidRPr="00681A62">
        <w:rPr>
          <w:rFonts w:ascii="Corbel" w:hAnsi="Corbel"/>
          <w:szCs w:val="24"/>
        </w:rPr>
        <w:t xml:space="preserve">Podstawowe </w:t>
      </w:r>
      <w:r w:rsidR="00445970" w:rsidRPr="00681A62">
        <w:rPr>
          <w:rFonts w:ascii="Corbel" w:hAnsi="Corbel"/>
          <w:szCs w:val="24"/>
        </w:rPr>
        <w:t>informacje o przedmiocie</w:t>
      </w:r>
    </w:p>
    <w:p w14:paraId="72921EF0" w14:textId="77777777" w:rsidR="00CC705C" w:rsidRPr="00681A62" w:rsidRDefault="00CC705C" w:rsidP="00CC705C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81A62" w14:paraId="79B69AA6" w14:textId="77777777" w:rsidTr="00B819C8">
        <w:tc>
          <w:tcPr>
            <w:tcW w:w="2694" w:type="dxa"/>
            <w:vAlign w:val="center"/>
          </w:tcPr>
          <w:p w14:paraId="046C7D3B" w14:textId="77777777" w:rsidR="0085747A" w:rsidRPr="00681A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0CF8EE" w14:textId="77777777" w:rsidR="0085747A" w:rsidRPr="00681A62" w:rsidRDefault="004273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Wielofunkcyjny rozwój gospodarki lokalnej</w:t>
            </w:r>
          </w:p>
        </w:tc>
      </w:tr>
      <w:tr w:rsidR="0085747A" w:rsidRPr="00681A62" w14:paraId="07C28CB9" w14:textId="77777777" w:rsidTr="00B819C8">
        <w:tc>
          <w:tcPr>
            <w:tcW w:w="2694" w:type="dxa"/>
            <w:vAlign w:val="center"/>
          </w:tcPr>
          <w:p w14:paraId="6D57CA7D" w14:textId="77777777" w:rsidR="0085747A" w:rsidRPr="00681A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0004BC" w14:textId="77777777" w:rsidR="0085747A" w:rsidRPr="00681A62" w:rsidRDefault="004273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E/II/GRiL/C-1.2a</w:t>
            </w:r>
          </w:p>
        </w:tc>
      </w:tr>
      <w:tr w:rsidR="0085747A" w:rsidRPr="00681A62" w14:paraId="6D2BA891" w14:textId="77777777" w:rsidTr="00B819C8">
        <w:tc>
          <w:tcPr>
            <w:tcW w:w="2694" w:type="dxa"/>
            <w:vAlign w:val="center"/>
          </w:tcPr>
          <w:p w14:paraId="4D9D4250" w14:textId="77777777" w:rsidR="0085747A" w:rsidRPr="00681A6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N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81A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05DE3E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81A62" w14:paraId="05596BD8" w14:textId="77777777" w:rsidTr="00B819C8">
        <w:tc>
          <w:tcPr>
            <w:tcW w:w="2694" w:type="dxa"/>
            <w:vAlign w:val="center"/>
          </w:tcPr>
          <w:p w14:paraId="3EEEBDC9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F38C47" w14:textId="77777777" w:rsidR="0085747A" w:rsidRPr="00681A62" w:rsidRDefault="002B5E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81A62" w14:paraId="58E8AD09" w14:textId="77777777" w:rsidTr="00B819C8">
        <w:tc>
          <w:tcPr>
            <w:tcW w:w="2694" w:type="dxa"/>
            <w:vAlign w:val="center"/>
          </w:tcPr>
          <w:p w14:paraId="528AEE19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DD0A80" w14:textId="77777777" w:rsidR="0085747A" w:rsidRPr="00681A62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81A62" w14:paraId="483CCEAC" w14:textId="77777777" w:rsidTr="00B819C8">
        <w:tc>
          <w:tcPr>
            <w:tcW w:w="2694" w:type="dxa"/>
            <w:vAlign w:val="center"/>
          </w:tcPr>
          <w:p w14:paraId="7143189E" w14:textId="77777777" w:rsidR="0085747A" w:rsidRPr="00681A6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6146A3F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231A1" w:rsidRPr="00681A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681A62" w14:paraId="0A5CB082" w14:textId="77777777" w:rsidTr="00B819C8">
        <w:tc>
          <w:tcPr>
            <w:tcW w:w="2694" w:type="dxa"/>
            <w:vAlign w:val="center"/>
          </w:tcPr>
          <w:p w14:paraId="5FD189E1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A35E13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81A62" w14:paraId="34D7AA6D" w14:textId="77777777" w:rsidTr="00B819C8">
        <w:tc>
          <w:tcPr>
            <w:tcW w:w="2694" w:type="dxa"/>
            <w:vAlign w:val="center"/>
          </w:tcPr>
          <w:p w14:paraId="20EC2825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CE0C5" w14:textId="0389B5F4" w:rsidR="0085747A" w:rsidRPr="00681A62" w:rsidRDefault="00190D7C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681A62" w14:paraId="732D7FDB" w14:textId="77777777" w:rsidTr="00B819C8">
        <w:tc>
          <w:tcPr>
            <w:tcW w:w="2694" w:type="dxa"/>
            <w:vAlign w:val="center"/>
          </w:tcPr>
          <w:p w14:paraId="50B1EEAA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1A62">
              <w:rPr>
                <w:rFonts w:ascii="Corbel" w:hAnsi="Corbel"/>
                <w:sz w:val="24"/>
                <w:szCs w:val="24"/>
              </w:rPr>
              <w:t>/y</w:t>
            </w:r>
            <w:r w:rsidRPr="00681A6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DCC25" w14:textId="77777777" w:rsidR="0085747A" w:rsidRPr="00681A62" w:rsidRDefault="00A231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681A62" w14:paraId="52C1EE06" w14:textId="77777777" w:rsidTr="00B819C8">
        <w:tc>
          <w:tcPr>
            <w:tcW w:w="2694" w:type="dxa"/>
            <w:vAlign w:val="center"/>
          </w:tcPr>
          <w:p w14:paraId="338EDB49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F5A90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81A62" w14:paraId="52CDBCB6" w14:textId="77777777" w:rsidTr="00B819C8">
        <w:tc>
          <w:tcPr>
            <w:tcW w:w="2694" w:type="dxa"/>
            <w:vAlign w:val="center"/>
          </w:tcPr>
          <w:p w14:paraId="74D5405B" w14:textId="77777777" w:rsidR="00923D7D" w:rsidRPr="00681A6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412DDA4" w14:textId="77777777" w:rsidR="00923D7D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81A62" w14:paraId="1DF0B4BA" w14:textId="77777777" w:rsidTr="00B819C8">
        <w:tc>
          <w:tcPr>
            <w:tcW w:w="2694" w:type="dxa"/>
            <w:vAlign w:val="center"/>
          </w:tcPr>
          <w:p w14:paraId="39CD6DAE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F584B4" w14:textId="77777777" w:rsidR="0085747A" w:rsidRPr="00681A62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681A62" w14:paraId="5286D5AB" w14:textId="77777777" w:rsidTr="00B819C8">
        <w:tc>
          <w:tcPr>
            <w:tcW w:w="2694" w:type="dxa"/>
            <w:vAlign w:val="center"/>
          </w:tcPr>
          <w:p w14:paraId="3651F40D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0C5E35" w14:textId="77777777" w:rsidR="0085747A" w:rsidRPr="00681A62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19BFE6BA" w14:textId="77777777" w:rsidR="0085747A" w:rsidRPr="00681A6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 xml:space="preserve">* </w:t>
      </w:r>
      <w:r w:rsidRPr="00681A62">
        <w:rPr>
          <w:rFonts w:ascii="Corbel" w:hAnsi="Corbel"/>
          <w:i/>
          <w:sz w:val="24"/>
          <w:szCs w:val="24"/>
        </w:rPr>
        <w:t>-</w:t>
      </w:r>
      <w:r w:rsidR="00B90885" w:rsidRPr="00681A6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81A62">
        <w:rPr>
          <w:rFonts w:ascii="Corbel" w:hAnsi="Corbel"/>
          <w:b w:val="0"/>
          <w:sz w:val="24"/>
          <w:szCs w:val="24"/>
        </w:rPr>
        <w:t>e,</w:t>
      </w:r>
      <w:r w:rsidR="00765B7C" w:rsidRPr="00681A62">
        <w:rPr>
          <w:rFonts w:ascii="Corbel" w:hAnsi="Corbel"/>
          <w:b w:val="0"/>
          <w:sz w:val="24"/>
          <w:szCs w:val="24"/>
        </w:rPr>
        <w:t xml:space="preserve"> </w:t>
      </w:r>
      <w:r w:rsidRPr="00681A6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81A62">
        <w:rPr>
          <w:rFonts w:ascii="Corbel" w:hAnsi="Corbel"/>
          <w:b w:val="0"/>
          <w:i/>
          <w:sz w:val="24"/>
          <w:szCs w:val="24"/>
        </w:rPr>
        <w:t>w Jednostce</w:t>
      </w:r>
    </w:p>
    <w:p w14:paraId="008FD313" w14:textId="77777777" w:rsidR="0085747A" w:rsidRPr="00681A6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>1.</w:t>
      </w:r>
      <w:r w:rsidR="00E22FBC" w:rsidRPr="00681A62">
        <w:rPr>
          <w:rFonts w:ascii="Corbel" w:hAnsi="Corbel"/>
          <w:sz w:val="24"/>
          <w:szCs w:val="24"/>
        </w:rPr>
        <w:t>1</w:t>
      </w:r>
      <w:r w:rsidRPr="00681A6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A12B96" w14:textId="77777777" w:rsidR="00923D7D" w:rsidRPr="00681A6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81A62" w14:paraId="5ACBAF3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EF5C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Semestr</w:t>
            </w:r>
          </w:p>
          <w:p w14:paraId="2D1887E8" w14:textId="77777777" w:rsidR="00015B8F" w:rsidRPr="00681A6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(</w:t>
            </w:r>
            <w:r w:rsidR="00363F78" w:rsidRPr="00681A6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AB98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DB7AA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DF9A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E17E5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9D43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CA7D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CEB42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389C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BFC5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1A62">
              <w:rPr>
                <w:rFonts w:ascii="Corbel" w:hAnsi="Corbel"/>
                <w:b/>
                <w:szCs w:val="24"/>
              </w:rPr>
              <w:t>Liczba pkt</w:t>
            </w:r>
            <w:r w:rsidR="00B90885" w:rsidRPr="00681A62">
              <w:rPr>
                <w:rFonts w:ascii="Corbel" w:hAnsi="Corbel"/>
                <w:b/>
                <w:szCs w:val="24"/>
              </w:rPr>
              <w:t>.</w:t>
            </w:r>
            <w:r w:rsidRPr="00681A6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81A62" w14:paraId="2F3A3D34" w14:textId="77777777" w:rsidTr="00BC1E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028F" w14:textId="77777777" w:rsidR="00015B8F" w:rsidRPr="00681A62" w:rsidRDefault="00BC1E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1485" w14:textId="6A8DEC5C" w:rsidR="00015B8F" w:rsidRPr="00681A62" w:rsidRDefault="00190D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13BA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7F24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673D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5CDC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4B9F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FB96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87D3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9DCB" w14:textId="77777777" w:rsidR="00015B8F" w:rsidRPr="00681A62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6BB0804" w14:textId="77777777" w:rsidR="00923D7D" w:rsidRPr="00681A6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2F457E" w14:textId="77777777" w:rsidR="0085747A" w:rsidRPr="00681A6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>1.</w:t>
      </w:r>
      <w:r w:rsidR="00E22FBC" w:rsidRPr="00681A62">
        <w:rPr>
          <w:rFonts w:ascii="Corbel" w:hAnsi="Corbel"/>
          <w:smallCaps w:val="0"/>
          <w:szCs w:val="24"/>
        </w:rPr>
        <w:t>2</w:t>
      </w:r>
      <w:r w:rsidR="00F83B28" w:rsidRPr="00681A62">
        <w:rPr>
          <w:rFonts w:ascii="Corbel" w:hAnsi="Corbel"/>
          <w:smallCaps w:val="0"/>
          <w:szCs w:val="24"/>
        </w:rPr>
        <w:t>.</w:t>
      </w:r>
      <w:r w:rsidR="00F83B28" w:rsidRPr="00681A62">
        <w:rPr>
          <w:rFonts w:ascii="Corbel" w:hAnsi="Corbel"/>
          <w:smallCaps w:val="0"/>
          <w:szCs w:val="24"/>
        </w:rPr>
        <w:tab/>
      </w:r>
      <w:r w:rsidRPr="00681A62">
        <w:rPr>
          <w:rFonts w:ascii="Corbel" w:hAnsi="Corbel"/>
          <w:smallCaps w:val="0"/>
          <w:szCs w:val="24"/>
        </w:rPr>
        <w:t xml:space="preserve">Sposób realizacji zajęć  </w:t>
      </w:r>
    </w:p>
    <w:p w14:paraId="5089A38D" w14:textId="77777777" w:rsidR="0085747A" w:rsidRPr="00681A62" w:rsidRDefault="00B21E9C" w:rsidP="00310C5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81A62">
        <w:rPr>
          <w:rFonts w:ascii="MS Gothic" w:eastAsia="MS Gothic" w:hAnsi="MS Gothic" w:cs="MS Gothic" w:hint="eastAsia"/>
          <w:b w:val="0"/>
        </w:rPr>
        <w:t>☑</w:t>
      </w:r>
      <w:r w:rsidRPr="00681A62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81A62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A231A1" w:rsidRPr="00681A62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4B543B94" w14:textId="77777777" w:rsidR="0085747A" w:rsidRPr="00681A62" w:rsidRDefault="0085747A" w:rsidP="00310C5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81A62">
        <w:rPr>
          <w:rFonts w:ascii="MS Gothic" w:eastAsia="MS Gothic" w:hAnsi="MS Gothic" w:cs="MS Gothic" w:hint="eastAsia"/>
          <w:b w:val="0"/>
          <w:szCs w:val="24"/>
        </w:rPr>
        <w:t>☐</w:t>
      </w:r>
      <w:r w:rsidRPr="00681A6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7E710F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C4338E" w14:textId="77777777" w:rsidR="00E960BB" w:rsidRPr="00681A62" w:rsidRDefault="00E22FBC" w:rsidP="00A231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1.3 </w:t>
      </w:r>
      <w:r w:rsidR="00F83B28" w:rsidRPr="00681A62">
        <w:rPr>
          <w:rFonts w:ascii="Corbel" w:hAnsi="Corbel"/>
          <w:smallCaps w:val="0"/>
          <w:szCs w:val="24"/>
        </w:rPr>
        <w:tab/>
      </w:r>
      <w:r w:rsidRPr="00681A62">
        <w:rPr>
          <w:rFonts w:ascii="Corbel" w:hAnsi="Corbel"/>
          <w:smallCaps w:val="0"/>
          <w:szCs w:val="24"/>
        </w:rPr>
        <w:t>For</w:t>
      </w:r>
      <w:r w:rsidR="00445970" w:rsidRPr="00681A62">
        <w:rPr>
          <w:rFonts w:ascii="Corbel" w:hAnsi="Corbel"/>
          <w:smallCaps w:val="0"/>
          <w:szCs w:val="24"/>
        </w:rPr>
        <w:t xml:space="preserve">ma zaliczenia przedmiotu </w:t>
      </w:r>
      <w:r w:rsidRPr="00681A62">
        <w:rPr>
          <w:rFonts w:ascii="Corbel" w:hAnsi="Corbel"/>
          <w:smallCaps w:val="0"/>
          <w:szCs w:val="24"/>
        </w:rPr>
        <w:t xml:space="preserve"> (z toku) </w:t>
      </w:r>
      <w:r w:rsidRPr="00681A6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FA7FAA" w14:textId="77777777" w:rsidR="00A231A1" w:rsidRPr="00681A62" w:rsidRDefault="00310C58" w:rsidP="00A231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b w:val="0"/>
          <w:smallCaps w:val="0"/>
          <w:szCs w:val="24"/>
        </w:rPr>
        <w:tab/>
      </w:r>
      <w:r w:rsidR="00A231A1" w:rsidRPr="00681A62">
        <w:rPr>
          <w:rFonts w:ascii="Corbel" w:hAnsi="Corbel"/>
          <w:b w:val="0"/>
          <w:smallCaps w:val="0"/>
          <w:szCs w:val="24"/>
        </w:rPr>
        <w:t>Egzamin</w:t>
      </w:r>
    </w:p>
    <w:p w14:paraId="140075A1" w14:textId="77777777" w:rsidR="00A231A1" w:rsidRPr="00681A62" w:rsidRDefault="00A231A1" w:rsidP="00A231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0AD55EF" w14:textId="77777777" w:rsidR="00E960BB" w:rsidRPr="00681A6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1A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1A62" w14:paraId="1682FE77" w14:textId="77777777" w:rsidTr="00745302">
        <w:tc>
          <w:tcPr>
            <w:tcW w:w="9670" w:type="dxa"/>
          </w:tcPr>
          <w:p w14:paraId="44C6B7B9" w14:textId="77777777" w:rsidR="00427335" w:rsidRPr="00681A62" w:rsidRDefault="00427335" w:rsidP="00A231A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makro i mikroekonomii wskazujące, że student zna podstawy gospodarowania i szeroko rozumiane mechanizmy funkcjonowania rynku.</w:t>
            </w:r>
          </w:p>
        </w:tc>
      </w:tr>
    </w:tbl>
    <w:p w14:paraId="3A68CEEF" w14:textId="77777777" w:rsidR="00153C41" w:rsidRPr="00681A6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D76709" w14:textId="77777777" w:rsidR="00A231A1" w:rsidRPr="00681A62" w:rsidRDefault="00A231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98B7A9" w14:textId="77777777" w:rsidR="00A231A1" w:rsidRPr="00681A62" w:rsidRDefault="00A231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CA9DBE" w14:textId="77777777" w:rsidR="0085747A" w:rsidRPr="00681A6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1A62">
        <w:rPr>
          <w:rFonts w:ascii="Corbel" w:hAnsi="Corbel"/>
          <w:szCs w:val="24"/>
        </w:rPr>
        <w:t>3.</w:t>
      </w:r>
      <w:r w:rsidR="00A84C85" w:rsidRPr="00681A62">
        <w:rPr>
          <w:rFonts w:ascii="Corbel" w:hAnsi="Corbel"/>
          <w:szCs w:val="24"/>
        </w:rPr>
        <w:t>cele, efekty uczenia się</w:t>
      </w:r>
      <w:r w:rsidR="0085747A" w:rsidRPr="00681A62">
        <w:rPr>
          <w:rFonts w:ascii="Corbel" w:hAnsi="Corbel"/>
          <w:szCs w:val="24"/>
        </w:rPr>
        <w:t xml:space="preserve"> , treści Programowe i stosowane metody Dydaktyczne</w:t>
      </w:r>
    </w:p>
    <w:p w14:paraId="38126993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69074B" w14:textId="77777777" w:rsidR="0085747A" w:rsidRPr="00681A6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 xml:space="preserve">3.1 </w:t>
      </w:r>
      <w:r w:rsidR="00C05F44" w:rsidRPr="00681A62">
        <w:rPr>
          <w:rFonts w:ascii="Corbel" w:hAnsi="Corbel"/>
          <w:sz w:val="24"/>
          <w:szCs w:val="24"/>
        </w:rPr>
        <w:t>Cele przedmiotu</w:t>
      </w:r>
    </w:p>
    <w:p w14:paraId="19498863" w14:textId="77777777" w:rsidR="00F83B28" w:rsidRPr="00681A6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27335" w:rsidRPr="00681A62" w14:paraId="1021207C" w14:textId="77777777" w:rsidTr="00923D7D">
        <w:tc>
          <w:tcPr>
            <w:tcW w:w="851" w:type="dxa"/>
            <w:vAlign w:val="center"/>
          </w:tcPr>
          <w:p w14:paraId="35020406" w14:textId="77777777" w:rsidR="00427335" w:rsidRPr="00681A62" w:rsidRDefault="0042733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9612DA7" w14:textId="77777777" w:rsidR="00427335" w:rsidRPr="00681A62" w:rsidRDefault="00427335" w:rsidP="00A231A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Celem nauczania jest zapoznanie studentów z uwarunkowaniami makro i mikroekonomicznymi aktywizacji środowisk lokalnych, z rozwojem przedsiębiorczości, z przemianami strukturalnymi i rozwojem instytucjonalnym w systemie wolnego rynku.</w:t>
            </w:r>
          </w:p>
        </w:tc>
      </w:tr>
      <w:tr w:rsidR="00427335" w:rsidRPr="00681A62" w14:paraId="4C56476A" w14:textId="77777777" w:rsidTr="00923D7D">
        <w:tc>
          <w:tcPr>
            <w:tcW w:w="851" w:type="dxa"/>
            <w:vAlign w:val="center"/>
          </w:tcPr>
          <w:p w14:paraId="61E7ED17" w14:textId="77777777" w:rsidR="00427335" w:rsidRPr="00681A62" w:rsidRDefault="0042733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7F8677" w14:textId="77777777" w:rsidR="00427335" w:rsidRPr="00681A62" w:rsidRDefault="00427335" w:rsidP="00A231A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Celem jest przygotowanie studentów do samodzielnego analizowania zjawisk gospodarczych zachodzących w środowiskach lokalnych.</w:t>
            </w:r>
          </w:p>
        </w:tc>
      </w:tr>
    </w:tbl>
    <w:p w14:paraId="24FE9297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4A5F9B" w14:textId="77777777" w:rsidR="001D7B54" w:rsidRPr="00681A6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b/>
          <w:sz w:val="24"/>
          <w:szCs w:val="24"/>
        </w:rPr>
        <w:t xml:space="preserve">3.2 </w:t>
      </w:r>
      <w:r w:rsidR="001D7B54" w:rsidRPr="00681A62">
        <w:rPr>
          <w:rFonts w:ascii="Corbel" w:hAnsi="Corbel"/>
          <w:b/>
          <w:sz w:val="24"/>
          <w:szCs w:val="24"/>
        </w:rPr>
        <w:t xml:space="preserve">Efekty </w:t>
      </w:r>
      <w:r w:rsidR="00C05F44" w:rsidRPr="00681A6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81A62">
        <w:rPr>
          <w:rFonts w:ascii="Corbel" w:hAnsi="Corbel"/>
          <w:b/>
          <w:sz w:val="24"/>
          <w:szCs w:val="24"/>
        </w:rPr>
        <w:t>dla przedmiotu</w:t>
      </w:r>
    </w:p>
    <w:p w14:paraId="2142925B" w14:textId="77777777" w:rsidR="001D7B54" w:rsidRPr="00681A6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681A62" w14:paraId="0FB0A139" w14:textId="77777777" w:rsidTr="0071620A">
        <w:tc>
          <w:tcPr>
            <w:tcW w:w="1701" w:type="dxa"/>
            <w:vAlign w:val="center"/>
          </w:tcPr>
          <w:p w14:paraId="11F566C2" w14:textId="77777777" w:rsidR="0085747A" w:rsidRPr="00681A6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81A6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81A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73CEB6" w14:textId="77777777" w:rsidR="0085747A" w:rsidRPr="00681A6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CDD25E" w14:textId="77777777" w:rsidR="0085747A" w:rsidRPr="00681A6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81A6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47708" w:rsidRPr="00681A62" w14:paraId="5F67C9C4" w14:textId="77777777" w:rsidTr="005E6E85">
        <w:tc>
          <w:tcPr>
            <w:tcW w:w="1701" w:type="dxa"/>
          </w:tcPr>
          <w:p w14:paraId="0625D231" w14:textId="77777777" w:rsidR="00447708" w:rsidRPr="00681A62" w:rsidRDefault="0044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3FD440A" w14:textId="77777777" w:rsidR="00447708" w:rsidRPr="00681A62" w:rsidRDefault="00447708" w:rsidP="00A23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wielofunkcyjnym rozwojem gospodarki lokalnej i opisuje szereg uwarunkowań aktywizacji środowisk lokalnych, rozwoju przedsiębiorczości oraz przemian w gospodarkach lokalnych. </w:t>
            </w:r>
          </w:p>
        </w:tc>
        <w:tc>
          <w:tcPr>
            <w:tcW w:w="1873" w:type="dxa"/>
          </w:tcPr>
          <w:p w14:paraId="3D14CC79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E6D59E2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56283435" w14:textId="31C6357F" w:rsidR="00447708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447708" w:rsidRPr="00681A62" w14:paraId="221868A8" w14:textId="77777777" w:rsidTr="005E6E85">
        <w:tc>
          <w:tcPr>
            <w:tcW w:w="1701" w:type="dxa"/>
          </w:tcPr>
          <w:p w14:paraId="2BB44F5A" w14:textId="77777777" w:rsidR="00447708" w:rsidRPr="00681A62" w:rsidRDefault="0044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FFCB" w14:textId="77777777" w:rsidR="00447708" w:rsidRPr="00681A62" w:rsidRDefault="00447708" w:rsidP="00A23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Samodzielnie analizuje zjawiska gospodarcze zachodzące w środowiskach lokalnych.</w:t>
            </w:r>
          </w:p>
        </w:tc>
        <w:tc>
          <w:tcPr>
            <w:tcW w:w="1873" w:type="dxa"/>
          </w:tcPr>
          <w:p w14:paraId="25976660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CD2EE39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8F2E27D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AE5EF41" w14:textId="14A0C7F8" w:rsidR="00447708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47708" w:rsidRPr="00681A62" w14:paraId="1283B28C" w14:textId="77777777" w:rsidTr="005E6E85">
        <w:tc>
          <w:tcPr>
            <w:tcW w:w="1701" w:type="dxa"/>
          </w:tcPr>
          <w:p w14:paraId="1D73B8EB" w14:textId="77777777" w:rsidR="00447708" w:rsidRPr="00681A62" w:rsidRDefault="00447708" w:rsidP="004273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B89D893" w14:textId="77777777" w:rsidR="00447708" w:rsidRPr="00681A62" w:rsidRDefault="00447708" w:rsidP="00A23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Wykazuje postawę zaangażowania w poszukiwaniu wiedzy o środowiskach lokalnych. Wykazuje odpowiedzialność za rozwój środowisk lokalnych przejawiając zaangażowanie w pokonywaniu ich problemów.</w:t>
            </w:r>
          </w:p>
        </w:tc>
        <w:tc>
          <w:tcPr>
            <w:tcW w:w="1873" w:type="dxa"/>
          </w:tcPr>
          <w:p w14:paraId="4B8E74FA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2466AFF" w14:textId="332A8645" w:rsidR="00447708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1656CB7" w14:textId="77777777" w:rsidR="00E03FB1" w:rsidRPr="00681A62" w:rsidRDefault="00E03F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889BE" w14:textId="77777777" w:rsidR="0085747A" w:rsidRPr="00681A6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1A62">
        <w:rPr>
          <w:rFonts w:ascii="Corbel" w:hAnsi="Corbel"/>
          <w:b/>
          <w:sz w:val="24"/>
          <w:szCs w:val="24"/>
        </w:rPr>
        <w:t>3.3</w:t>
      </w:r>
      <w:r w:rsidR="0085747A" w:rsidRPr="00681A62">
        <w:rPr>
          <w:rFonts w:ascii="Corbel" w:hAnsi="Corbel"/>
          <w:b/>
          <w:sz w:val="24"/>
          <w:szCs w:val="24"/>
        </w:rPr>
        <w:t>T</w:t>
      </w:r>
      <w:r w:rsidR="001D7B54" w:rsidRPr="00681A62">
        <w:rPr>
          <w:rFonts w:ascii="Corbel" w:hAnsi="Corbel"/>
          <w:b/>
          <w:sz w:val="24"/>
          <w:szCs w:val="24"/>
        </w:rPr>
        <w:t xml:space="preserve">reści programowe </w:t>
      </w:r>
    </w:p>
    <w:p w14:paraId="6198E8A8" w14:textId="77777777" w:rsidR="0085747A" w:rsidRPr="00681A6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 xml:space="preserve">Problematyka wykładu </w:t>
      </w:r>
    </w:p>
    <w:p w14:paraId="42225C6F" w14:textId="77777777" w:rsidR="00675843" w:rsidRPr="00681A6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1A62" w14:paraId="4228FB2D" w14:textId="77777777" w:rsidTr="00923D7D">
        <w:tc>
          <w:tcPr>
            <w:tcW w:w="9639" w:type="dxa"/>
          </w:tcPr>
          <w:p w14:paraId="3B40DB47" w14:textId="77777777" w:rsidR="0085747A" w:rsidRPr="00681A62" w:rsidRDefault="0085747A" w:rsidP="00A231A1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47708" w:rsidRPr="00681A62" w14:paraId="4F2AB18B" w14:textId="77777777" w:rsidTr="00923D7D">
        <w:tc>
          <w:tcPr>
            <w:tcW w:w="9639" w:type="dxa"/>
          </w:tcPr>
          <w:p w14:paraId="3938B2A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Koncepcja rozwoju wielofunkcyjnego, zrównoważonego i ekorozwoju w kontekście gospodarki lokalnej i regionalnej. Kwestie definicyjne.</w:t>
            </w:r>
          </w:p>
        </w:tc>
      </w:tr>
      <w:tr w:rsidR="00447708" w:rsidRPr="00681A62" w14:paraId="34C8C7FB" w14:textId="77777777" w:rsidTr="00923D7D">
        <w:tc>
          <w:tcPr>
            <w:tcW w:w="9639" w:type="dxa"/>
          </w:tcPr>
          <w:p w14:paraId="33EA0B85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Międzynarodowe impulsy cywilizacyjnego rozwoju regionów. Polityka wielofunkcyjnego i zrównoważonego rozwoju w UE i w Polsce.</w:t>
            </w:r>
          </w:p>
        </w:tc>
      </w:tr>
      <w:tr w:rsidR="00447708" w:rsidRPr="00681A62" w14:paraId="1E600014" w14:textId="77777777" w:rsidTr="00923D7D">
        <w:tc>
          <w:tcPr>
            <w:tcW w:w="9639" w:type="dxa"/>
          </w:tcPr>
          <w:p w14:paraId="15ACB9C9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Uwarunkowania makroekonomiczne aktywizacji środowisk lokalnych w Polsce. Międzynarodowe impulsy rozwoju cywilizacyjnego.</w:t>
            </w:r>
          </w:p>
        </w:tc>
      </w:tr>
      <w:tr w:rsidR="00447708" w:rsidRPr="00681A62" w14:paraId="02493F6B" w14:textId="77777777" w:rsidTr="00923D7D">
        <w:tc>
          <w:tcPr>
            <w:tcW w:w="9639" w:type="dxa"/>
          </w:tcPr>
          <w:p w14:paraId="63EFD19C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Determinanty mezoekonomiczne wielofunkcyjnego rozwoju gospodarki lokalnej. Czynniki mikroekonomiczne stymulujące rozwój różnych funkcji gospodarczych w zdywersyfikowanych typach gmin.</w:t>
            </w:r>
          </w:p>
        </w:tc>
      </w:tr>
      <w:tr w:rsidR="00447708" w:rsidRPr="00681A62" w14:paraId="16EB3CDB" w14:textId="77777777" w:rsidTr="00923D7D">
        <w:tc>
          <w:tcPr>
            <w:tcW w:w="9639" w:type="dxa"/>
          </w:tcPr>
          <w:p w14:paraId="4F129502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Monitoring wskaźnikowy rozwoju.</w:t>
            </w:r>
          </w:p>
        </w:tc>
      </w:tr>
      <w:tr w:rsidR="00447708" w:rsidRPr="00681A62" w14:paraId="2CB21CA8" w14:textId="77777777" w:rsidTr="00923D7D">
        <w:tc>
          <w:tcPr>
            <w:tcW w:w="9639" w:type="dxa"/>
          </w:tcPr>
          <w:p w14:paraId="598A60D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Rola władz i samorządów lokalnych w rozwoju działalności gospodarczej.</w:t>
            </w:r>
          </w:p>
        </w:tc>
      </w:tr>
      <w:tr w:rsidR="00447708" w:rsidRPr="00681A62" w14:paraId="1380F390" w14:textId="77777777" w:rsidTr="00923D7D">
        <w:tc>
          <w:tcPr>
            <w:tcW w:w="9639" w:type="dxa"/>
          </w:tcPr>
          <w:p w14:paraId="480218DF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Idee, wyzwania i model polityki społecznej w rozwoju regionów.</w:t>
            </w:r>
          </w:p>
        </w:tc>
      </w:tr>
      <w:tr w:rsidR="00447708" w:rsidRPr="00681A62" w14:paraId="5F52BB98" w14:textId="77777777" w:rsidTr="00923D7D">
        <w:tc>
          <w:tcPr>
            <w:tcW w:w="9639" w:type="dxa"/>
          </w:tcPr>
          <w:p w14:paraId="550C98E7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lastRenderedPageBreak/>
              <w:t>Rola przedsiębiorczości mieszkańców w stymulowaniu wielofunkcyjnego rozwoju w gminach o zróżnicowanym charakterze.</w:t>
            </w:r>
          </w:p>
        </w:tc>
      </w:tr>
      <w:tr w:rsidR="00447708" w:rsidRPr="00681A62" w14:paraId="34B620EC" w14:textId="77777777" w:rsidTr="00923D7D">
        <w:tc>
          <w:tcPr>
            <w:tcW w:w="9639" w:type="dxa"/>
          </w:tcPr>
          <w:p w14:paraId="03F3A2B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Instytucje krajowe i zagraniczne wspierające rozwój przedsiębiorczości.</w:t>
            </w:r>
          </w:p>
        </w:tc>
      </w:tr>
      <w:tr w:rsidR="00447708" w:rsidRPr="00681A62" w14:paraId="5811C661" w14:textId="77777777" w:rsidTr="00923D7D">
        <w:tc>
          <w:tcPr>
            <w:tcW w:w="9639" w:type="dxa"/>
          </w:tcPr>
          <w:p w14:paraId="4A19BA6D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Dziedzictwo kulturowe a rozwój lokalny. Znaczenie produktów regionalnych i tradycyjnych w wielofunkcyjnym rozwoju regionu.</w:t>
            </w:r>
          </w:p>
        </w:tc>
      </w:tr>
      <w:tr w:rsidR="00447708" w:rsidRPr="00681A62" w14:paraId="084C6A99" w14:textId="77777777" w:rsidTr="00923D7D">
        <w:tc>
          <w:tcPr>
            <w:tcW w:w="9639" w:type="dxa"/>
          </w:tcPr>
          <w:p w14:paraId="3CF46ED3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Miejsce rolnictwa, w tym ekologicznego, w wielofunkcyjnym rozwoju polskiej wsi. Znaczenie rozwoju przedsiębiorczości w rolnictwie.</w:t>
            </w:r>
          </w:p>
        </w:tc>
      </w:tr>
      <w:tr w:rsidR="00447708" w:rsidRPr="00681A62" w14:paraId="471ED17D" w14:textId="77777777" w:rsidTr="00923D7D">
        <w:tc>
          <w:tcPr>
            <w:tcW w:w="9639" w:type="dxa"/>
          </w:tcPr>
          <w:p w14:paraId="76A2302B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Agroturystyka jako element wielofunkcyjnego rozwoju obszarów wiejskich.</w:t>
            </w:r>
          </w:p>
        </w:tc>
      </w:tr>
      <w:tr w:rsidR="00447708" w:rsidRPr="00681A62" w14:paraId="2D465640" w14:textId="77777777" w:rsidTr="00923D7D">
        <w:tc>
          <w:tcPr>
            <w:tcW w:w="9639" w:type="dxa"/>
          </w:tcPr>
          <w:p w14:paraId="04578999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Rozwój grupowych, lokalnych inicjatyw gospodarczych w sferze pozarolniczej i ich wpływ na wzrost poziomu cywilizacyjnego.</w:t>
            </w:r>
          </w:p>
        </w:tc>
      </w:tr>
      <w:tr w:rsidR="00447708" w:rsidRPr="00681A62" w14:paraId="679B7AB8" w14:textId="77777777" w:rsidTr="00923D7D">
        <w:tc>
          <w:tcPr>
            <w:tcW w:w="9639" w:type="dxa"/>
          </w:tcPr>
          <w:p w14:paraId="7E679A6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Skala i rodzaje przedsiębiorczości kobiet i ich wkład w rozwój społeczności lokalnych.</w:t>
            </w:r>
          </w:p>
        </w:tc>
      </w:tr>
      <w:tr w:rsidR="00447708" w:rsidRPr="00681A62" w14:paraId="24B1E6D4" w14:textId="77777777" w:rsidTr="00923D7D">
        <w:tc>
          <w:tcPr>
            <w:tcW w:w="9639" w:type="dxa"/>
          </w:tcPr>
          <w:p w14:paraId="52BFD742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Znaczenie doradztwa, podnoszenia poziomu wiedzy i kwalifikacji mieszkańców w wielofunkcyjnym rozwoju.</w:t>
            </w:r>
          </w:p>
        </w:tc>
      </w:tr>
    </w:tbl>
    <w:p w14:paraId="57F1236A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E86F86" w14:textId="77777777" w:rsidR="0085747A" w:rsidRPr="00681A6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>3.4 Metody dydaktyczne</w:t>
      </w:r>
    </w:p>
    <w:p w14:paraId="680B5599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FBA55" w14:textId="77777777" w:rsidR="004952F3" w:rsidRPr="00681A62" w:rsidRDefault="004952F3" w:rsidP="004952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b w:val="0"/>
          <w:smallCaps w:val="0"/>
          <w:szCs w:val="24"/>
        </w:rPr>
        <w:t xml:space="preserve">Wykład z elementami dyskusji moderowanej. Prezentacja z wykorzystaniem multimediów w tym tematycznych fragmentów filmowych. </w:t>
      </w:r>
    </w:p>
    <w:p w14:paraId="42FC09FF" w14:textId="77777777" w:rsidR="00E960BB" w:rsidRPr="00681A6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18618A" w14:textId="77777777" w:rsidR="0085747A" w:rsidRPr="00681A6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4. </w:t>
      </w:r>
      <w:r w:rsidR="0085747A" w:rsidRPr="00681A62">
        <w:rPr>
          <w:rFonts w:ascii="Corbel" w:hAnsi="Corbel"/>
          <w:smallCaps w:val="0"/>
          <w:szCs w:val="24"/>
        </w:rPr>
        <w:t>METODY I KRYTERIA OCENY</w:t>
      </w:r>
    </w:p>
    <w:p w14:paraId="7462C62B" w14:textId="77777777" w:rsidR="00923D7D" w:rsidRPr="00681A6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595410" w14:textId="77777777" w:rsidR="0085747A" w:rsidRPr="00681A6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81A62">
        <w:rPr>
          <w:rFonts w:ascii="Corbel" w:hAnsi="Corbel"/>
          <w:smallCaps w:val="0"/>
          <w:szCs w:val="24"/>
        </w:rPr>
        <w:t>uczenia się</w:t>
      </w:r>
    </w:p>
    <w:p w14:paraId="59FAA7C7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681A62" w14:paraId="496D5398" w14:textId="77777777" w:rsidTr="00C05F44">
        <w:tc>
          <w:tcPr>
            <w:tcW w:w="1985" w:type="dxa"/>
            <w:vAlign w:val="center"/>
          </w:tcPr>
          <w:p w14:paraId="00035F74" w14:textId="77777777" w:rsidR="0085747A" w:rsidRPr="00681A6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C7196AC" w14:textId="77777777" w:rsidR="0085747A" w:rsidRPr="00681A62" w:rsidRDefault="00F974DA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CADFA6F" w14:textId="77777777" w:rsidR="0085747A" w:rsidRPr="00681A62" w:rsidRDefault="0085747A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952F3" w:rsidRPr="00681A62" w14:paraId="762AF223" w14:textId="77777777" w:rsidTr="00C05F44">
        <w:tc>
          <w:tcPr>
            <w:tcW w:w="1985" w:type="dxa"/>
          </w:tcPr>
          <w:p w14:paraId="022CD985" w14:textId="6C051EDE" w:rsidR="004952F3" w:rsidRPr="00681A62" w:rsidRDefault="00CC70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62">
              <w:rPr>
                <w:rFonts w:ascii="Corbel" w:hAnsi="Corbel"/>
                <w:b w:val="0"/>
                <w:szCs w:val="24"/>
              </w:rPr>
              <w:t>E</w:t>
            </w:r>
            <w:r w:rsidR="004952F3" w:rsidRPr="00681A6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DA17AFE" w14:textId="1EC64A26" w:rsidR="004952F3" w:rsidRPr="00681A62" w:rsidRDefault="00A32468" w:rsidP="00CC7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esej, </w:t>
            </w:r>
            <w:r w:rsidR="004952F3" w:rsidRPr="00681A6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6F8142F" w14:textId="77777777" w:rsidR="004952F3" w:rsidRPr="00681A62" w:rsidRDefault="004952F3" w:rsidP="00681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681A62" w14:paraId="7A464AE3" w14:textId="77777777" w:rsidTr="00C05F44">
        <w:tc>
          <w:tcPr>
            <w:tcW w:w="1985" w:type="dxa"/>
          </w:tcPr>
          <w:p w14:paraId="68982937" w14:textId="77777777" w:rsidR="00C174A4" w:rsidRPr="00681A62" w:rsidRDefault="00C174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6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072109A" w14:textId="0858F149" w:rsidR="00C174A4" w:rsidRPr="00681A62" w:rsidRDefault="00A32468" w:rsidP="00CC7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2F3B3D2" w14:textId="77777777" w:rsidR="00C174A4" w:rsidRPr="00681A62" w:rsidRDefault="00C174A4" w:rsidP="00681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681A62" w14:paraId="22E26167" w14:textId="77777777" w:rsidTr="00C05F44">
        <w:tc>
          <w:tcPr>
            <w:tcW w:w="1985" w:type="dxa"/>
          </w:tcPr>
          <w:p w14:paraId="75B3F13B" w14:textId="77777777" w:rsidR="00C174A4" w:rsidRPr="00681A62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6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33A4D90" w14:textId="77777777" w:rsidR="00C174A4" w:rsidRPr="00681A62" w:rsidRDefault="006A287A" w:rsidP="00CC7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obserwacja zachowań studenta</w:t>
            </w:r>
          </w:p>
        </w:tc>
        <w:tc>
          <w:tcPr>
            <w:tcW w:w="2126" w:type="dxa"/>
          </w:tcPr>
          <w:p w14:paraId="3EBE3ACB" w14:textId="77777777" w:rsidR="00C174A4" w:rsidRPr="00681A62" w:rsidRDefault="00C174A4" w:rsidP="00681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61BF7638" w14:textId="77777777" w:rsidR="00923D7D" w:rsidRPr="00681A6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73F54" w14:textId="77777777" w:rsidR="0085747A" w:rsidRPr="00681A6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4.2 </w:t>
      </w:r>
      <w:r w:rsidR="0085747A" w:rsidRPr="00681A62">
        <w:rPr>
          <w:rFonts w:ascii="Corbel" w:hAnsi="Corbel"/>
          <w:smallCaps w:val="0"/>
          <w:szCs w:val="24"/>
        </w:rPr>
        <w:t>Warunki zaliczenia przedmiotu (kryteria oceniania)</w:t>
      </w:r>
    </w:p>
    <w:p w14:paraId="41B52C18" w14:textId="77777777" w:rsidR="00923D7D" w:rsidRPr="00681A6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1A62" w14:paraId="7FA3CA20" w14:textId="77777777" w:rsidTr="00923D7D">
        <w:tc>
          <w:tcPr>
            <w:tcW w:w="9670" w:type="dxa"/>
          </w:tcPr>
          <w:p w14:paraId="3AA80093" w14:textId="77777777" w:rsidR="00A32468" w:rsidRPr="00681A62" w:rsidRDefault="00A32468" w:rsidP="00A32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Przygotowanie i zaprezentowanie przez studenta eseju stanowi warunek przystąpienia do egzaminu.</w:t>
            </w:r>
          </w:p>
          <w:p w14:paraId="5A2AE91C" w14:textId="77777777" w:rsidR="00A32468" w:rsidRPr="00681A62" w:rsidRDefault="00A32468" w:rsidP="00A32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Egzamin: Podstawą oceny jest punktacja odpowiadająca poprawnym odpowiedziom na 16 pytań składających się na test jednokrotnego wyboru. Student otrzymuje ocenę proporcjonalnie do uzyskanych punktów tj.:  </w:t>
            </w:r>
          </w:p>
          <w:p w14:paraId="0B816F9E" w14:textId="3B3DAB9E" w:rsidR="0085747A" w:rsidRPr="00681A62" w:rsidRDefault="00A32468" w:rsidP="00A3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16- 15 pkt – ocena 5,0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14- 13 pkt – ocena 4,5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12- 11 pkt – ocena 4,0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10- 9 pkt – ocena 3,5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8- 8 pkt – ocena 3,0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7- 0 pkt – ocena 2,0  </w:t>
            </w:r>
          </w:p>
        </w:tc>
      </w:tr>
    </w:tbl>
    <w:p w14:paraId="498E23A3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FA0159" w14:textId="77777777" w:rsidR="009F4610" w:rsidRPr="00681A6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1A62">
        <w:rPr>
          <w:rFonts w:ascii="Corbel" w:hAnsi="Corbel"/>
          <w:b/>
          <w:sz w:val="24"/>
          <w:szCs w:val="24"/>
        </w:rPr>
        <w:t xml:space="preserve">5. </w:t>
      </w:r>
      <w:r w:rsidR="00C61DC5" w:rsidRPr="00681A6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12AB11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81A62" w14:paraId="46963225" w14:textId="77777777" w:rsidTr="003E1941">
        <w:tc>
          <w:tcPr>
            <w:tcW w:w="4962" w:type="dxa"/>
            <w:vAlign w:val="center"/>
          </w:tcPr>
          <w:p w14:paraId="3D398F35" w14:textId="77777777" w:rsidR="0085747A" w:rsidRPr="00681A6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1A6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81A6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81A6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37AA89" w14:textId="77777777" w:rsidR="0085747A" w:rsidRPr="00681A6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1A6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81A6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81A6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81A62" w14:paraId="2C5694FC" w14:textId="77777777" w:rsidTr="00923D7D">
        <w:tc>
          <w:tcPr>
            <w:tcW w:w="4962" w:type="dxa"/>
          </w:tcPr>
          <w:p w14:paraId="0B0E9042" w14:textId="77777777" w:rsidR="0085747A" w:rsidRPr="00681A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81A6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81A6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81A6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81A6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81A6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C0ED26" w14:textId="439B8FF3" w:rsidR="0085747A" w:rsidRPr="00681A62" w:rsidRDefault="00190D7C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681A62" w14:paraId="251F4849" w14:textId="77777777" w:rsidTr="00923D7D">
        <w:tc>
          <w:tcPr>
            <w:tcW w:w="4962" w:type="dxa"/>
          </w:tcPr>
          <w:p w14:paraId="109E5AA5" w14:textId="77777777" w:rsidR="00C61DC5" w:rsidRPr="00681A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81A6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6083047" w14:textId="77777777" w:rsidR="00C61DC5" w:rsidRPr="00681A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330E072" w14:textId="77777777" w:rsidR="00C61DC5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681A62" w14:paraId="3FF8EC86" w14:textId="77777777" w:rsidTr="00923D7D">
        <w:tc>
          <w:tcPr>
            <w:tcW w:w="4962" w:type="dxa"/>
          </w:tcPr>
          <w:p w14:paraId="6FD74C13" w14:textId="54971365" w:rsidR="00C61DC5" w:rsidRPr="00681A62" w:rsidRDefault="00C61DC5" w:rsidP="00CC70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C705C" w:rsidRPr="00681A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81A62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A6631" w:rsidRPr="00681A62">
              <w:rPr>
                <w:rFonts w:ascii="Corbel" w:hAnsi="Corbel"/>
                <w:sz w:val="24"/>
                <w:szCs w:val="24"/>
              </w:rPr>
              <w:t xml:space="preserve">napisanie eseju, </w:t>
            </w:r>
            <w:r w:rsidR="00FF3361" w:rsidRPr="00681A62">
              <w:rPr>
                <w:rFonts w:ascii="Corbel" w:hAnsi="Corbel"/>
                <w:sz w:val="24"/>
                <w:szCs w:val="24"/>
              </w:rPr>
              <w:t>samodzielne studia literatury</w:t>
            </w:r>
            <w:r w:rsidRPr="00681A62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318E6D03" w14:textId="70179C66" w:rsidR="00C61DC5" w:rsidRPr="00681A62" w:rsidRDefault="00190D7C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681A62" w14:paraId="57113B17" w14:textId="77777777" w:rsidTr="00923D7D">
        <w:tc>
          <w:tcPr>
            <w:tcW w:w="4962" w:type="dxa"/>
          </w:tcPr>
          <w:p w14:paraId="4B96A1C0" w14:textId="77777777" w:rsidR="0085747A" w:rsidRPr="00681A6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C8311E" w14:textId="77777777" w:rsidR="0085747A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681A62" w14:paraId="11BAEA15" w14:textId="77777777" w:rsidTr="00923D7D">
        <w:tc>
          <w:tcPr>
            <w:tcW w:w="4962" w:type="dxa"/>
          </w:tcPr>
          <w:p w14:paraId="4B14D079" w14:textId="77777777" w:rsidR="0085747A" w:rsidRPr="00681A6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1A6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8E9A1B" w14:textId="77777777" w:rsidR="0085747A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AB2ED3D" w14:textId="77777777" w:rsidR="0085747A" w:rsidRPr="00681A6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81A6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1A6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440D2F" w14:textId="77777777" w:rsidR="003E1941" w:rsidRPr="00681A6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BA9D9D" w14:textId="77777777" w:rsidR="0085747A" w:rsidRPr="00681A6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6. </w:t>
      </w:r>
      <w:r w:rsidR="0085747A" w:rsidRPr="00681A62">
        <w:rPr>
          <w:rFonts w:ascii="Corbel" w:hAnsi="Corbel"/>
          <w:smallCaps w:val="0"/>
          <w:szCs w:val="24"/>
        </w:rPr>
        <w:t>PRAKTYKI ZAWO</w:t>
      </w:r>
      <w:r w:rsidR="009D3F3B" w:rsidRPr="00681A62">
        <w:rPr>
          <w:rFonts w:ascii="Corbel" w:hAnsi="Corbel"/>
          <w:smallCaps w:val="0"/>
          <w:szCs w:val="24"/>
        </w:rPr>
        <w:t>DOWE W RAMACH PRZEDMIOTU</w:t>
      </w:r>
    </w:p>
    <w:p w14:paraId="003D6C34" w14:textId="77777777" w:rsidR="0085747A" w:rsidRPr="00681A6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681A62" w14:paraId="7BF511A5" w14:textId="77777777" w:rsidTr="00195CE3">
        <w:trPr>
          <w:trHeight w:val="397"/>
        </w:trPr>
        <w:tc>
          <w:tcPr>
            <w:tcW w:w="4111" w:type="dxa"/>
          </w:tcPr>
          <w:p w14:paraId="4F6CA40A" w14:textId="77777777" w:rsidR="0085747A" w:rsidRPr="00681A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5DDE05D" w14:textId="77777777" w:rsidR="0085747A" w:rsidRPr="00681A62" w:rsidRDefault="00195CE3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81A62" w14:paraId="79FD8A94" w14:textId="77777777" w:rsidTr="00195CE3">
        <w:trPr>
          <w:trHeight w:val="397"/>
        </w:trPr>
        <w:tc>
          <w:tcPr>
            <w:tcW w:w="4111" w:type="dxa"/>
          </w:tcPr>
          <w:p w14:paraId="03B2DA2F" w14:textId="77777777" w:rsidR="0085747A" w:rsidRPr="00681A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F68FEA2" w14:textId="77777777" w:rsidR="0085747A" w:rsidRPr="00681A62" w:rsidRDefault="00195CE3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BA482E" w14:textId="77777777" w:rsidR="003E1941" w:rsidRPr="00681A6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6FBC4B" w14:textId="77777777" w:rsidR="0085747A" w:rsidRPr="00681A6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7. </w:t>
      </w:r>
      <w:r w:rsidR="0085747A" w:rsidRPr="00681A62">
        <w:rPr>
          <w:rFonts w:ascii="Corbel" w:hAnsi="Corbel"/>
          <w:smallCaps w:val="0"/>
          <w:szCs w:val="24"/>
        </w:rPr>
        <w:t>LITERATURA</w:t>
      </w:r>
    </w:p>
    <w:p w14:paraId="289749D6" w14:textId="77777777" w:rsidR="00675843" w:rsidRPr="00681A6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1A62" w14:paraId="1F3AA16B" w14:textId="77777777" w:rsidTr="00195CE3">
        <w:trPr>
          <w:trHeight w:val="397"/>
        </w:trPr>
        <w:tc>
          <w:tcPr>
            <w:tcW w:w="9639" w:type="dxa"/>
          </w:tcPr>
          <w:p w14:paraId="4EF8603F" w14:textId="77777777" w:rsidR="0085747A" w:rsidRPr="00681A62" w:rsidRDefault="0085747A" w:rsidP="00195C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9131FF" w14:textId="77777777" w:rsidR="006A287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Czudec A., Możliwości i bariery rozwoju regionu, Wyd. UR, Rzeszów 2009.</w:t>
            </w:r>
          </w:p>
          <w:p w14:paraId="4237C6B3" w14:textId="77777777" w:rsidR="006A287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Czudec A., Ekonomiczne uwarunkowania rozwoju wielofunkcyjnego rolnictwa, Wyd. UR, Rzeszów 2009.</w:t>
            </w:r>
          </w:p>
          <w:p w14:paraId="70CE8A4E" w14:textId="77777777" w:rsidR="006A287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Woźniak M., Ekonomiczne, społeczne i środowiskowe czynniki trwałości obszarów wiejskich województwa podkarpackiego, Oficyna Wydawnicza Politechniki Rzeszowskiej, Rzeszów 2017.</w:t>
            </w:r>
          </w:p>
          <w:p w14:paraId="3E9CC4E7" w14:textId="77777777" w:rsidR="00C542F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Malicki M. (red.), 2009, Trwały i zrównoważony rozwój w układzie regionalnym i lokalnym. Economicus, Szczecin.</w:t>
            </w:r>
          </w:p>
        </w:tc>
      </w:tr>
      <w:tr w:rsidR="0085747A" w:rsidRPr="00681A62" w14:paraId="5EB5D8E0" w14:textId="77777777" w:rsidTr="00195CE3">
        <w:trPr>
          <w:trHeight w:val="397"/>
        </w:trPr>
        <w:tc>
          <w:tcPr>
            <w:tcW w:w="9639" w:type="dxa"/>
          </w:tcPr>
          <w:p w14:paraId="274F54FF" w14:textId="77777777" w:rsidR="0085747A" w:rsidRPr="00681A62" w:rsidRDefault="0085747A" w:rsidP="00195C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7C8D49" w14:textId="77777777" w:rsidR="00985D4A" w:rsidRPr="00681A62" w:rsidRDefault="00985D4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Rusnak Z., Zmyślona B. (red.), 2013, Jakość życia a zrównoważony rozwój. Wydawnictwo Uniwersytetu Ekonomicznego, Wrocław.</w:t>
            </w:r>
          </w:p>
          <w:p w14:paraId="2A44EA69" w14:textId="77777777" w:rsidR="00985D4A" w:rsidRPr="00681A62" w:rsidRDefault="00985D4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Kośmicki E., 2010, Zrównoważony rozwój w warunkach globalizacji gospodarki. Wydawnictwo Ekonomia i Środowisko, Białystok, Poznań.</w:t>
            </w:r>
          </w:p>
          <w:p w14:paraId="30E17D29" w14:textId="77777777" w:rsidR="00985D4A" w:rsidRPr="00681A62" w:rsidRDefault="00985D4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Fiedor B., Jończy R. (red.), 2009, Rozwój zrównoważony: teoria i praktyka: ze szczególnym uwzględnieniem obszarów wiejskich. Uniwersytet Ekonomiczny we Wrocławiu. Katedra Ekonomii i Gospodarowania Środowiskiem, Katedra Ekonomii Ekologicznej. Wyd. Instytut Śląski, Wrocław, Opole.</w:t>
            </w:r>
          </w:p>
          <w:p w14:paraId="558B5E84" w14:textId="77777777" w:rsidR="00C542FA" w:rsidRPr="00681A62" w:rsidRDefault="006A287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Klimek M., 2010, Zrównoważony rozwój lokalny: teoria - planowanie – realizacja. Agencja Wydawniczo-Edytorska EkoPress, Białystok.</w:t>
            </w:r>
          </w:p>
        </w:tc>
      </w:tr>
    </w:tbl>
    <w:p w14:paraId="014DEAF0" w14:textId="77777777" w:rsidR="0085747A" w:rsidRPr="00681A6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3A9955" w14:textId="77777777" w:rsidR="0085747A" w:rsidRPr="00681A6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928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81A6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685AC" w14:textId="77777777" w:rsidR="00BD36ED" w:rsidRDefault="00BD36ED" w:rsidP="00C16ABF">
      <w:pPr>
        <w:spacing w:after="0" w:line="240" w:lineRule="auto"/>
      </w:pPr>
      <w:r>
        <w:separator/>
      </w:r>
    </w:p>
  </w:endnote>
  <w:endnote w:type="continuationSeparator" w:id="0">
    <w:p w14:paraId="44CE24DE" w14:textId="77777777" w:rsidR="00BD36ED" w:rsidRDefault="00BD36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10135" w14:textId="77777777" w:rsidR="00BD36ED" w:rsidRDefault="00BD36ED" w:rsidP="00C16ABF">
      <w:pPr>
        <w:spacing w:after="0" w:line="240" w:lineRule="auto"/>
      </w:pPr>
      <w:r>
        <w:separator/>
      </w:r>
    </w:p>
  </w:footnote>
  <w:footnote w:type="continuationSeparator" w:id="0">
    <w:p w14:paraId="29AADB93" w14:textId="77777777" w:rsidR="00BD36ED" w:rsidRDefault="00BD36ED" w:rsidP="00C16ABF">
      <w:pPr>
        <w:spacing w:after="0" w:line="240" w:lineRule="auto"/>
      </w:pPr>
      <w:r>
        <w:continuationSeparator/>
      </w:r>
    </w:p>
  </w:footnote>
  <w:footnote w:id="1">
    <w:p w14:paraId="35966EB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67F8B"/>
    <w:multiLevelType w:val="hybridMultilevel"/>
    <w:tmpl w:val="21482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710570"/>
    <w:multiLevelType w:val="hybridMultilevel"/>
    <w:tmpl w:val="93D02C5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47293424"/>
    <w:multiLevelType w:val="hybridMultilevel"/>
    <w:tmpl w:val="21482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62AFB"/>
    <w:multiLevelType w:val="hybridMultilevel"/>
    <w:tmpl w:val="3E3AA29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9E55319"/>
    <w:multiLevelType w:val="hybridMultilevel"/>
    <w:tmpl w:val="492473AC"/>
    <w:lvl w:ilvl="0" w:tplc="DB303EE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75383338"/>
    <w:multiLevelType w:val="hybridMultilevel"/>
    <w:tmpl w:val="41FA6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0075C"/>
    <w:multiLevelType w:val="hybridMultilevel"/>
    <w:tmpl w:val="590CB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D7C"/>
    <w:rsid w:val="001229D0"/>
    <w:rsid w:val="00124BFF"/>
    <w:rsid w:val="0012560E"/>
    <w:rsid w:val="00127108"/>
    <w:rsid w:val="00134B13"/>
    <w:rsid w:val="00143ED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2AA3"/>
    <w:rsid w:val="00190D7C"/>
    <w:rsid w:val="00192F37"/>
    <w:rsid w:val="00195CE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467"/>
    <w:rsid w:val="00281FF2"/>
    <w:rsid w:val="002857DE"/>
    <w:rsid w:val="00291567"/>
    <w:rsid w:val="002A22BF"/>
    <w:rsid w:val="002A2389"/>
    <w:rsid w:val="002A671D"/>
    <w:rsid w:val="002B4D55"/>
    <w:rsid w:val="002B5EA0"/>
    <w:rsid w:val="002B5EDF"/>
    <w:rsid w:val="002B6119"/>
    <w:rsid w:val="002C1F06"/>
    <w:rsid w:val="002D2489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07408"/>
    <w:rsid w:val="00310C58"/>
    <w:rsid w:val="0031168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335"/>
    <w:rsid w:val="0042745A"/>
    <w:rsid w:val="00431D5C"/>
    <w:rsid w:val="0043448C"/>
    <w:rsid w:val="004362C6"/>
    <w:rsid w:val="00437FA2"/>
    <w:rsid w:val="00440A9C"/>
    <w:rsid w:val="00445970"/>
    <w:rsid w:val="00447708"/>
    <w:rsid w:val="00461EFC"/>
    <w:rsid w:val="004652C2"/>
    <w:rsid w:val="004706D1"/>
    <w:rsid w:val="00471326"/>
    <w:rsid w:val="0047598D"/>
    <w:rsid w:val="004840FD"/>
    <w:rsid w:val="00490F7D"/>
    <w:rsid w:val="00491678"/>
    <w:rsid w:val="004952F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37C4"/>
    <w:rsid w:val="005E6E85"/>
    <w:rsid w:val="005F31D2"/>
    <w:rsid w:val="0061029B"/>
    <w:rsid w:val="00617230"/>
    <w:rsid w:val="00621CE1"/>
    <w:rsid w:val="00627FC9"/>
    <w:rsid w:val="006369EA"/>
    <w:rsid w:val="00647FA8"/>
    <w:rsid w:val="00650C5F"/>
    <w:rsid w:val="00654934"/>
    <w:rsid w:val="006620D9"/>
    <w:rsid w:val="00671958"/>
    <w:rsid w:val="00675843"/>
    <w:rsid w:val="00681A62"/>
    <w:rsid w:val="00696477"/>
    <w:rsid w:val="006A287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DAE"/>
    <w:rsid w:val="007E400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D4A"/>
    <w:rsid w:val="00991867"/>
    <w:rsid w:val="00997F14"/>
    <w:rsid w:val="009A2546"/>
    <w:rsid w:val="009A3C7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1A1"/>
    <w:rsid w:val="00A30110"/>
    <w:rsid w:val="00A32468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E9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BC"/>
    <w:rsid w:val="00BB3B55"/>
    <w:rsid w:val="00BB520A"/>
    <w:rsid w:val="00BC1E63"/>
    <w:rsid w:val="00BC7164"/>
    <w:rsid w:val="00BC797F"/>
    <w:rsid w:val="00BD36E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4A4"/>
    <w:rsid w:val="00C26CB7"/>
    <w:rsid w:val="00C324C1"/>
    <w:rsid w:val="00C36992"/>
    <w:rsid w:val="00C542F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05C"/>
    <w:rsid w:val="00CD5290"/>
    <w:rsid w:val="00CD6897"/>
    <w:rsid w:val="00CE26F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6A1"/>
    <w:rsid w:val="00D74119"/>
    <w:rsid w:val="00D8075B"/>
    <w:rsid w:val="00D8678B"/>
    <w:rsid w:val="00DA2114"/>
    <w:rsid w:val="00DA6057"/>
    <w:rsid w:val="00DC570E"/>
    <w:rsid w:val="00DC6D0C"/>
    <w:rsid w:val="00DE09C0"/>
    <w:rsid w:val="00DE4A14"/>
    <w:rsid w:val="00DF320D"/>
    <w:rsid w:val="00DF71C8"/>
    <w:rsid w:val="00E03FB1"/>
    <w:rsid w:val="00E129B8"/>
    <w:rsid w:val="00E21E7D"/>
    <w:rsid w:val="00E22FBC"/>
    <w:rsid w:val="00E24BF5"/>
    <w:rsid w:val="00E25338"/>
    <w:rsid w:val="00E3736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63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CBF"/>
    <w:rsid w:val="00FD503F"/>
    <w:rsid w:val="00FD7589"/>
    <w:rsid w:val="00FF016A"/>
    <w:rsid w:val="00FF1401"/>
    <w:rsid w:val="00FF336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F995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CC291C-8CB0-4149-AB69-4103D86C5F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DA1041-EED8-4716-8F30-2ABF43C73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D70F20-F582-4303-A5E2-4725A11EF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479223-A2DD-4092-94A7-F810B6A753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1006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2020-12-14T00:28:00Z</dcterms:created>
  <dcterms:modified xsi:type="dcterms:W3CDTF">2020-12-14T00:28:00Z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